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CA2E4" w14:textId="77777777" w:rsidR="00064967" w:rsidRDefault="00064967" w:rsidP="00E96EC3"/>
    <w:p w14:paraId="0C41B96E" w14:textId="77777777" w:rsidR="00B61F75" w:rsidRDefault="00B61F75" w:rsidP="00B61F75">
      <w:pPr>
        <w:ind w:left="4820"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Lisa </w:t>
      </w:r>
    </w:p>
    <w:p w14:paraId="50737811" w14:textId="6A41D031" w:rsidR="00B61F75" w:rsidRDefault="00B61F75" w:rsidP="00B61F75">
      <w:pPr>
        <w:ind w:left="5529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RMK ja </w:t>
      </w:r>
      <w:r w:rsidR="0019376A">
        <w:rPr>
          <w:sz w:val="20"/>
          <w:szCs w:val="20"/>
        </w:rPr>
        <w:t>Loquiz OÜ</w:t>
      </w:r>
      <w:r>
        <w:rPr>
          <w:sz w:val="20"/>
          <w:szCs w:val="20"/>
        </w:rPr>
        <w:t xml:space="preserve"> vahelise </w:t>
      </w:r>
      <w:sdt>
        <w:sdtPr>
          <w:rPr>
            <w:sz w:val="20"/>
            <w:szCs w:val="20"/>
          </w:rPr>
          <w:id w:val="1995450994"/>
          <w:placeholder>
            <w:docPart w:val="3AC7C980E0154DA1805F5DE489EAAA3B"/>
          </w:placeholder>
          <w:date w:fullDate="2023-01-25T00:00:00Z">
            <w:dateFormat w:val="d.MM.yyyy"/>
            <w:lid w:val="et-EE"/>
            <w:storeMappedDataAs w:val="dateTime"/>
            <w:calendar w:val="gregorian"/>
          </w:date>
        </w:sdtPr>
        <w:sdtContent>
          <w:r w:rsidR="006D13C7">
            <w:rPr>
              <w:sz w:val="20"/>
              <w:szCs w:val="20"/>
            </w:rPr>
            <w:t>25.01.2023</w:t>
          </w:r>
        </w:sdtContent>
      </w:sdt>
      <w:r>
        <w:rPr>
          <w:sz w:val="20"/>
          <w:szCs w:val="20"/>
        </w:rPr>
        <w:t xml:space="preserve"> </w:t>
      </w:r>
      <w:r>
        <w:rPr>
          <w:sz w:val="20"/>
          <w:szCs w:val="20"/>
        </w:rPr>
        <w:softHyphen/>
        <w:t xml:space="preserve">lepingu nr </w:t>
      </w:r>
      <w:r w:rsidR="00767994" w:rsidRPr="00935D8D">
        <w:rPr>
          <w:sz w:val="20"/>
          <w:szCs w:val="20"/>
          <w:lang w:val="nb-NO"/>
        </w:rPr>
        <w:t>1-18/2023/</w:t>
      </w:r>
      <w:r w:rsidR="00F4193E" w:rsidRPr="00935D8D">
        <w:rPr>
          <w:sz w:val="20"/>
          <w:szCs w:val="20"/>
          <w:lang w:val="nb-NO"/>
        </w:rPr>
        <w:t>10</w:t>
      </w:r>
      <w:r>
        <w:rPr>
          <w:sz w:val="20"/>
          <w:szCs w:val="20"/>
        </w:rPr>
        <w:t xml:space="preserve"> juurde</w:t>
      </w:r>
    </w:p>
    <w:p w14:paraId="78D20C79" w14:textId="77777777" w:rsidR="00520DBB" w:rsidRDefault="00520DBB">
      <w:pPr>
        <w:ind w:left="5040"/>
        <w:sectPr w:rsidR="00520DBB" w:rsidSect="00B61F75">
          <w:pgSz w:w="11906" w:h="16838"/>
          <w:pgMar w:top="568" w:right="1797" w:bottom="1440" w:left="1797" w:header="709" w:footer="709" w:gutter="0"/>
          <w:cols w:space="708"/>
          <w:formProt w:val="0"/>
          <w:docGrid w:linePitch="360"/>
        </w:sectPr>
      </w:pPr>
    </w:p>
    <w:p w14:paraId="2D35782B" w14:textId="77777777" w:rsidR="00520DBB" w:rsidRDefault="00520DBB">
      <w:pPr>
        <w:ind w:left="5040"/>
      </w:pPr>
    </w:p>
    <w:p w14:paraId="774FC6FC" w14:textId="77777777" w:rsidR="00AD0E9E" w:rsidRDefault="00AD0E9E" w:rsidP="00E96EC3"/>
    <w:p w14:paraId="4A91A8AF" w14:textId="77777777" w:rsidR="00E96EC3" w:rsidRDefault="00E96EC3" w:rsidP="00E96EC3"/>
    <w:p w14:paraId="51011438" w14:textId="77777777" w:rsidR="00E96EC3" w:rsidRDefault="00E96EC3" w:rsidP="00E96EC3"/>
    <w:p w14:paraId="31718F99" w14:textId="77777777" w:rsidR="00520DBB" w:rsidRDefault="00520DBB">
      <w:pPr>
        <w:sectPr w:rsidR="00520DBB" w:rsidSect="00520DBB">
          <w:type w:val="continuous"/>
          <w:pgSz w:w="11906" w:h="16838"/>
          <w:pgMar w:top="1134" w:right="1797" w:bottom="1440" w:left="1797" w:header="709" w:footer="709" w:gutter="0"/>
          <w:cols w:space="708"/>
          <w:docGrid w:linePitch="360"/>
        </w:sectPr>
      </w:pPr>
    </w:p>
    <w:p w14:paraId="6C9E9F98" w14:textId="77777777" w:rsidR="00E96EC3" w:rsidRDefault="00E96EC3">
      <w:pPr>
        <w:jc w:val="center"/>
        <w:rPr>
          <w:b/>
          <w:bCs/>
        </w:rPr>
      </w:pPr>
    </w:p>
    <w:p w14:paraId="1C5D8135" w14:textId="77777777" w:rsidR="00064967" w:rsidRDefault="00064967" w:rsidP="00E96EC3">
      <w:pPr>
        <w:jc w:val="center"/>
        <w:rPr>
          <w:b/>
          <w:bCs/>
        </w:rPr>
      </w:pPr>
      <w:r>
        <w:rPr>
          <w:b/>
          <w:bCs/>
        </w:rPr>
        <w:t xml:space="preserve">KOKKULEPE LEPINGU </w:t>
      </w:r>
      <w:r w:rsidR="006B2C00">
        <w:rPr>
          <w:b/>
          <w:bCs/>
        </w:rPr>
        <w:t xml:space="preserve">MUUTMISE </w:t>
      </w:r>
      <w:r>
        <w:rPr>
          <w:b/>
          <w:bCs/>
        </w:rPr>
        <w:t>KOHTA</w:t>
      </w:r>
      <w:r w:rsidR="003551A8">
        <w:rPr>
          <w:b/>
          <w:bCs/>
        </w:rPr>
        <w:t xml:space="preserve"> </w:t>
      </w:r>
    </w:p>
    <w:p w14:paraId="4A3292D0" w14:textId="77777777" w:rsidR="006A5916" w:rsidRPr="00935D8D" w:rsidRDefault="006A5916" w:rsidP="006A5916">
      <w:pPr>
        <w:pStyle w:val="NormalWeb"/>
        <w:framePr w:hSpace="141" w:wrap="around" w:vAnchor="text" w:hAnchor="margin" w:y="239"/>
        <w:rPr>
          <w:lang w:val="et-EE"/>
        </w:rPr>
      </w:pPr>
    </w:p>
    <w:p w14:paraId="1137171F" w14:textId="77777777" w:rsidR="006A5916" w:rsidRDefault="006A5916" w:rsidP="006A5916">
      <w:pPr>
        <w:jc w:val="right"/>
      </w:pPr>
    </w:p>
    <w:p w14:paraId="097EC6C6" w14:textId="77777777" w:rsidR="006A5916" w:rsidRDefault="006A5916" w:rsidP="006A5916">
      <w:pPr>
        <w:jc w:val="right"/>
        <w:rPr>
          <w:rFonts w:eastAsia="Calibri"/>
          <w:szCs w:val="22"/>
        </w:rPr>
      </w:pPr>
    </w:p>
    <w:p w14:paraId="5F9C4A7B" w14:textId="2A7F72C8" w:rsidR="006A5916" w:rsidRDefault="00000000" w:rsidP="006A5916">
      <w:pPr>
        <w:jc w:val="right"/>
      </w:pPr>
      <w:sdt>
        <w:sdtPr>
          <w:rPr>
            <w:rFonts w:eastAsia="Calibri"/>
            <w:szCs w:val="22"/>
          </w:rPr>
          <w:id w:val="448594684"/>
          <w:placeholder>
            <w:docPart w:val="E16C4541FB9C4C5FA7B7C1F03E47E1F0"/>
          </w:placeholder>
          <w:date w:fullDate="2025-01-16T00:00:00Z">
            <w:dateFormat w:val="d.MM.yyyy"/>
            <w:lid w:val="et-EE"/>
            <w:storeMappedDataAs w:val="dateTime"/>
            <w:calendar w:val="gregorian"/>
          </w:date>
        </w:sdtPr>
        <w:sdtContent>
          <w:r w:rsidR="00F4193E">
            <w:rPr>
              <w:rFonts w:eastAsia="Calibri"/>
              <w:szCs w:val="22"/>
            </w:rPr>
            <w:t>16.01.2025</w:t>
          </w:r>
        </w:sdtContent>
      </w:sdt>
    </w:p>
    <w:p w14:paraId="09E24580" w14:textId="77777777" w:rsidR="006A5916" w:rsidRDefault="006A5916" w:rsidP="006A5916">
      <w:pPr>
        <w:jc w:val="right"/>
      </w:pPr>
    </w:p>
    <w:p w14:paraId="4890F9CB" w14:textId="77777777" w:rsidR="006A5916" w:rsidRDefault="008140F5" w:rsidP="006A5916">
      <w:pPr>
        <w:jc w:val="right"/>
      </w:pPr>
      <w:r>
        <w:rPr>
          <w:rFonts w:eastAsia="Calibri"/>
          <w:szCs w:val="22"/>
        </w:rPr>
        <w:t>(hiliseima digitaalallkirja kuupäev)</w:t>
      </w:r>
    </w:p>
    <w:p w14:paraId="7CCBC6B8" w14:textId="77777777" w:rsidR="008140F5" w:rsidRDefault="008140F5" w:rsidP="006A5916">
      <w:pPr>
        <w:jc w:val="right"/>
      </w:pPr>
    </w:p>
    <w:p w14:paraId="30938937" w14:textId="77777777" w:rsidR="008140F5" w:rsidRDefault="008140F5" w:rsidP="006A5916">
      <w:pPr>
        <w:jc w:val="right"/>
      </w:pPr>
    </w:p>
    <w:p w14:paraId="2703CCF0" w14:textId="2FD28CB8" w:rsidR="00064967" w:rsidRDefault="003B708E" w:rsidP="008140F5">
      <w:pPr>
        <w:pStyle w:val="Pealkiri11"/>
      </w:pPr>
      <w:r>
        <w:t xml:space="preserve">Pooled on kokku leppinud muuta </w:t>
      </w:r>
      <w:r w:rsidR="00E96EC3">
        <w:t>l</w:t>
      </w:r>
      <w:r w:rsidR="006B2C00" w:rsidRPr="006B2C00">
        <w:t xml:space="preserve">epingu </w:t>
      </w:r>
      <w:r>
        <w:t>punkti</w:t>
      </w:r>
      <w:r w:rsidR="00DF69B7">
        <w:t xml:space="preserve"> </w:t>
      </w:r>
      <w:r w:rsidR="00C74B0E">
        <w:t>1.1</w:t>
      </w:r>
      <w:r>
        <w:t xml:space="preserve"> ja </w:t>
      </w:r>
      <w:r w:rsidR="00410FCA">
        <w:t xml:space="preserve">2.3. </w:t>
      </w:r>
      <w:r>
        <w:t>sõnastada järgnevalt:</w:t>
      </w:r>
    </w:p>
    <w:p w14:paraId="57D9D160" w14:textId="77777777" w:rsidR="003B708E" w:rsidRDefault="003B708E" w:rsidP="00064967">
      <w:pPr>
        <w:ind w:left="180" w:hanging="180"/>
      </w:pPr>
    </w:p>
    <w:p w14:paraId="5A4246EF" w14:textId="72AF46E2" w:rsidR="00064967" w:rsidRDefault="007D55F5" w:rsidP="007D55F5">
      <w:pPr>
        <w:pStyle w:val="Pealkiri21"/>
        <w:jc w:val="both"/>
      </w:pPr>
      <w:r w:rsidRPr="00340026">
        <w:t>Lepingu</w:t>
      </w:r>
      <w:r>
        <w:t xml:space="preserve"> objektiks on teenuse osutaja</w:t>
      </w:r>
      <w:r w:rsidRPr="00340026">
        <w:t xml:space="preserve"> poolt </w:t>
      </w:r>
      <w:r>
        <w:t>teenuse saajale</w:t>
      </w:r>
      <w:r w:rsidRPr="00340026">
        <w:t xml:space="preserve"> </w:t>
      </w:r>
      <w:r>
        <w:t xml:space="preserve">ajavahemikul </w:t>
      </w:r>
      <w:sdt>
        <w:sdtPr>
          <w:id w:val="1016739333"/>
          <w:placeholder>
            <w:docPart w:val="5FABE5F4A7AD4EB0B3A91CAFA55587A7"/>
          </w:placeholder>
          <w:date w:fullDate="2023-01-24T00:00:00Z">
            <w:dateFormat w:val="d.MM.yyyy"/>
            <w:lid w:val="et-EE"/>
            <w:storeMappedDataAs w:val="dateTime"/>
            <w:calendar w:val="gregorian"/>
          </w:date>
        </w:sdtPr>
        <w:sdtContent>
          <w:r>
            <w:t>24.01.2023</w:t>
          </w:r>
        </w:sdtContent>
      </w:sdt>
      <w:r w:rsidRPr="00340026">
        <w:t xml:space="preserve"> kuni </w:t>
      </w:r>
      <w:sdt>
        <w:sdtPr>
          <w:id w:val="-972054507"/>
          <w:placeholder>
            <w:docPart w:val="ADBF2DFA460D46E68FA5CD97D54327FD"/>
          </w:placeholder>
          <w:date w:fullDate="2025-03-25T00:00:00Z">
            <w:dateFormat w:val="d.MM.yyyy"/>
            <w:lid w:val="et-EE"/>
            <w:storeMappedDataAs w:val="dateTime"/>
            <w:calendar w:val="gregorian"/>
          </w:date>
        </w:sdtPr>
        <w:sdtContent>
          <w:r>
            <w:t>25.03.2025</w:t>
          </w:r>
        </w:sdtContent>
      </w:sdt>
      <w:r>
        <w:t xml:space="preserve"> l</w:t>
      </w:r>
      <w:r w:rsidRPr="00340026">
        <w:t xml:space="preserve">epinguga kokkulepitud tingimustel ja korras </w:t>
      </w:r>
      <w:r>
        <w:t>tarkvaraplatvormi kasutamisõigus nutimängude loomiseks.</w:t>
      </w:r>
    </w:p>
    <w:p w14:paraId="3BA830B7" w14:textId="443E2EC6" w:rsidR="00064967" w:rsidRDefault="00E7051B" w:rsidP="00062DCB">
      <w:pPr>
        <w:pStyle w:val="Pealkiri21"/>
      </w:pPr>
      <w:r w:rsidRPr="0008603A">
        <w:t>Teenuse saaja maksab teenuse osutajale teenuse osutamise eest</w:t>
      </w:r>
      <w:r>
        <w:t xml:space="preserve"> täiendavalt </w:t>
      </w:r>
      <w:r w:rsidR="00D959C6">
        <w:t xml:space="preserve">2 kuu eest </w:t>
      </w:r>
      <w:r w:rsidR="00872522">
        <w:t>1388</w:t>
      </w:r>
      <w:r w:rsidR="00CB698A">
        <w:t xml:space="preserve"> (</w:t>
      </w:r>
      <w:r w:rsidR="00A26B5C">
        <w:t>tuhat kolmsada kaheksakümmend kaheks</w:t>
      </w:r>
      <w:r w:rsidR="007F6641">
        <w:t>a</w:t>
      </w:r>
      <w:r w:rsidR="004639C8">
        <w:t>) eurot</w:t>
      </w:r>
      <w:r w:rsidR="00D959C6">
        <w:t>, millele lisandub käibemaks seaduses sätestatud korras.</w:t>
      </w:r>
    </w:p>
    <w:p w14:paraId="3E61B9EB" w14:textId="77777777" w:rsidR="00064967" w:rsidRDefault="00064967">
      <w:pPr>
        <w:ind w:left="360" w:hanging="360"/>
      </w:pPr>
    </w:p>
    <w:p w14:paraId="46263341" w14:textId="408DC50D" w:rsidR="00064967" w:rsidRDefault="00000000" w:rsidP="008140F5">
      <w:pPr>
        <w:pStyle w:val="Pealkiri11"/>
      </w:pPr>
      <w:sdt>
        <w:sdtPr>
          <w:id w:val="-802771011"/>
          <w:placeholder>
            <w:docPart w:val="185E04FF759C4CD0B8A36878B3B16CBC"/>
          </w:placeholder>
          <w:comboBox>
            <w:listItem w:displayText=" " w:value=" "/>
            <w:listItem w:displayText="Kokkulepe on allkirjastatud digitaalselt." w:value="Kokkulepe on allkirjastatud digitaalselt."/>
            <w:listItem w:displayText="Kokkulepe on allkirjastatud paberkandjal kahes võrdset juriidilist jõudu omavas eksemplaris, millest kumbki pool saab ühe eksemplari." w:value="Kokkulepe on allkirjastatud paberkandjal kahes võrdset juriidilist jõudu omavas eksemplaris, millest kumbki pool saab ühe eksemplari."/>
          </w:comboBox>
        </w:sdtPr>
        <w:sdtContent>
          <w:r w:rsidR="00F4193E">
            <w:t>Kokkulepe on allkirjastatud digitaalselt.</w:t>
          </w:r>
        </w:sdtContent>
      </w:sdt>
    </w:p>
    <w:p w14:paraId="42891802" w14:textId="77777777" w:rsidR="006954E4" w:rsidRDefault="006954E4" w:rsidP="006954E4">
      <w:pPr>
        <w:ind w:left="360" w:hanging="360"/>
      </w:pPr>
    </w:p>
    <w:p w14:paraId="206AE4F0" w14:textId="77777777" w:rsidR="00064967" w:rsidRDefault="00064967">
      <w:pPr>
        <w:ind w:left="360"/>
      </w:pPr>
    </w:p>
    <w:p w14:paraId="3FDD875B" w14:textId="77777777" w:rsidR="00064967" w:rsidRPr="00E96EC3" w:rsidRDefault="00064967" w:rsidP="001350FE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6"/>
        <w:gridCol w:w="4156"/>
      </w:tblGrid>
      <w:tr w:rsidR="008140F5" w14:paraId="7D27DC70" w14:textId="77777777" w:rsidTr="009F2E1E">
        <w:tc>
          <w:tcPr>
            <w:tcW w:w="4226" w:type="dxa"/>
          </w:tcPr>
          <w:p w14:paraId="309E826E" w14:textId="426F413B" w:rsidR="008140F5" w:rsidRDefault="0062237C" w:rsidP="009F2E1E">
            <w:pPr>
              <w:rPr>
                <w:iCs/>
              </w:rPr>
            </w:pPr>
            <w:r>
              <w:rPr>
                <w:b/>
                <w:iCs/>
              </w:rPr>
              <w:t>Teenuse saaj</w:t>
            </w:r>
            <w:r w:rsidR="00591AD9">
              <w:rPr>
                <w:b/>
                <w:iCs/>
              </w:rPr>
              <w:t>a</w:t>
            </w:r>
          </w:p>
        </w:tc>
        <w:tc>
          <w:tcPr>
            <w:tcW w:w="4226" w:type="dxa"/>
          </w:tcPr>
          <w:p w14:paraId="4BFE7DAB" w14:textId="25E50889" w:rsidR="008140F5" w:rsidRDefault="00E26F9F" w:rsidP="009F2E1E">
            <w:pPr>
              <w:rPr>
                <w:iCs/>
              </w:rPr>
            </w:pPr>
            <w:r>
              <w:rPr>
                <w:b/>
              </w:rPr>
              <w:t>Teenuse osutaja</w:t>
            </w:r>
          </w:p>
        </w:tc>
      </w:tr>
      <w:tr w:rsidR="008140F5" w14:paraId="6B1A78B5" w14:textId="77777777" w:rsidTr="009F2E1E">
        <w:tc>
          <w:tcPr>
            <w:tcW w:w="4226" w:type="dxa"/>
          </w:tcPr>
          <w:p w14:paraId="7D40B449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3651619C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74D3AC37" w14:textId="77777777" w:rsidTr="009F2E1E">
        <w:tc>
          <w:tcPr>
            <w:tcW w:w="4226" w:type="dxa"/>
          </w:tcPr>
          <w:p w14:paraId="7195AC31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15FBB822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5F71E544" w14:textId="77777777" w:rsidTr="008140F5">
        <w:trPr>
          <w:trHeight w:val="346"/>
        </w:trPr>
        <w:tc>
          <w:tcPr>
            <w:tcW w:w="4226" w:type="dxa"/>
          </w:tcPr>
          <w:p w14:paraId="7782BF33" w14:textId="74A844B5" w:rsidR="008140F5" w:rsidRDefault="00000000" w:rsidP="009F2E1E">
            <w:pPr>
              <w:rPr>
                <w:iCs/>
              </w:rPr>
            </w:pPr>
            <w:sdt>
              <w:sdtPr>
                <w:id w:val="2081640109"/>
                <w:placeholder>
                  <w:docPart w:val="7FA43B7CDA494CD98FEE50263E3CB0C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F4193E">
                  <w:t>(allkirjastatud digitaalselt)</w:t>
                </w:r>
              </w:sdtContent>
            </w:sdt>
          </w:p>
        </w:tc>
        <w:tc>
          <w:tcPr>
            <w:tcW w:w="4226" w:type="dxa"/>
          </w:tcPr>
          <w:p w14:paraId="6DEE063B" w14:textId="7BE3ED6B" w:rsidR="008140F5" w:rsidRDefault="00000000" w:rsidP="009F2E1E">
            <w:pPr>
              <w:rPr>
                <w:iCs/>
              </w:rPr>
            </w:pPr>
            <w:sdt>
              <w:sdtPr>
                <w:id w:val="653806690"/>
                <w:placeholder>
                  <w:docPart w:val="CD444CF78EA041739420AFF377B6A73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F4193E">
                  <w:t>(allkirjastatud digitaalselt)</w:t>
                </w:r>
              </w:sdtContent>
            </w:sdt>
          </w:p>
        </w:tc>
      </w:tr>
      <w:tr w:rsidR="008140F5" w14:paraId="6EA6C214" w14:textId="77777777" w:rsidTr="009F2E1E">
        <w:tc>
          <w:tcPr>
            <w:tcW w:w="4226" w:type="dxa"/>
          </w:tcPr>
          <w:p w14:paraId="2F7547D5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41517FF5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099B0559" w14:textId="77777777" w:rsidTr="009F2E1E">
        <w:tc>
          <w:tcPr>
            <w:tcW w:w="4226" w:type="dxa"/>
          </w:tcPr>
          <w:p w14:paraId="0E705E92" w14:textId="77777777" w:rsidR="008140F5" w:rsidRDefault="008140F5" w:rsidP="009F2E1E">
            <w:pPr>
              <w:rPr>
                <w:iCs/>
              </w:rPr>
            </w:pPr>
          </w:p>
        </w:tc>
        <w:tc>
          <w:tcPr>
            <w:tcW w:w="4226" w:type="dxa"/>
          </w:tcPr>
          <w:p w14:paraId="07E8D0B3" w14:textId="77777777" w:rsidR="008140F5" w:rsidRDefault="008140F5" w:rsidP="009F2E1E">
            <w:pPr>
              <w:rPr>
                <w:iCs/>
              </w:rPr>
            </w:pPr>
          </w:p>
        </w:tc>
      </w:tr>
      <w:tr w:rsidR="008140F5" w14:paraId="54D8B5AF" w14:textId="77777777" w:rsidTr="009F2E1E">
        <w:tc>
          <w:tcPr>
            <w:tcW w:w="4226" w:type="dxa"/>
          </w:tcPr>
          <w:p w14:paraId="1B28E227" w14:textId="42ED3EBF" w:rsidR="008140F5" w:rsidRDefault="00AF254A" w:rsidP="009F2E1E">
            <w:pPr>
              <w:rPr>
                <w:iCs/>
              </w:rPr>
            </w:pPr>
            <w:r>
              <w:rPr>
                <w:lang w:val="en-AU"/>
              </w:rPr>
              <w:t>Liina Karrofeldt</w:t>
            </w:r>
          </w:p>
        </w:tc>
        <w:tc>
          <w:tcPr>
            <w:tcW w:w="4226" w:type="dxa"/>
          </w:tcPr>
          <w:p w14:paraId="0A78BC33" w14:textId="738FD6EF" w:rsidR="008140F5" w:rsidRDefault="00AF254A" w:rsidP="009F2E1E">
            <w:pPr>
              <w:rPr>
                <w:iCs/>
              </w:rPr>
            </w:pPr>
            <w:r>
              <w:rPr>
                <w:lang w:val="en-AU"/>
              </w:rPr>
              <w:t>Eric Hints</w:t>
            </w:r>
          </w:p>
        </w:tc>
      </w:tr>
    </w:tbl>
    <w:p w14:paraId="18BEED84" w14:textId="77777777" w:rsidR="00E96EC3" w:rsidRDefault="00E96EC3">
      <w:pPr>
        <w:ind w:left="360"/>
      </w:pPr>
    </w:p>
    <w:p w14:paraId="6FAAACDA" w14:textId="77777777" w:rsidR="00823082" w:rsidRPr="00EA2DA2" w:rsidRDefault="00823082">
      <w:pPr>
        <w:ind w:left="360"/>
        <w:rPr>
          <w:iCs/>
        </w:rPr>
      </w:pPr>
    </w:p>
    <w:sectPr w:rsidR="00823082" w:rsidRPr="00EA2DA2" w:rsidSect="00B61F75">
      <w:type w:val="continuous"/>
      <w:pgSz w:w="11906" w:h="16838"/>
      <w:pgMar w:top="568" w:right="1797" w:bottom="1440" w:left="179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C3E44" w14:textId="77777777" w:rsidR="00BC35AE" w:rsidRDefault="00BC35AE" w:rsidP="00B61F75">
      <w:r>
        <w:separator/>
      </w:r>
    </w:p>
  </w:endnote>
  <w:endnote w:type="continuationSeparator" w:id="0">
    <w:p w14:paraId="79C47597" w14:textId="77777777" w:rsidR="00BC35AE" w:rsidRDefault="00BC35AE" w:rsidP="00B6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75B8F" w14:textId="77777777" w:rsidR="00BC35AE" w:rsidRDefault="00BC35AE" w:rsidP="00B61F75">
      <w:r>
        <w:separator/>
      </w:r>
    </w:p>
  </w:footnote>
  <w:footnote w:type="continuationSeparator" w:id="0">
    <w:p w14:paraId="48EA679F" w14:textId="77777777" w:rsidR="00BC35AE" w:rsidRDefault="00BC35AE" w:rsidP="00B6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15550"/>
    <w:multiLevelType w:val="hybridMultilevel"/>
    <w:tmpl w:val="8238F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DC77A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155FC5"/>
    <w:multiLevelType w:val="hybridMultilevel"/>
    <w:tmpl w:val="66FAEE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A676B"/>
    <w:multiLevelType w:val="multilevel"/>
    <w:tmpl w:val="BEDEC17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D404E4D"/>
    <w:multiLevelType w:val="hybridMultilevel"/>
    <w:tmpl w:val="04BA9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7354755">
    <w:abstractNumId w:val="0"/>
  </w:num>
  <w:num w:numId="2" w16cid:durableId="1423142169">
    <w:abstractNumId w:val="3"/>
  </w:num>
  <w:num w:numId="3" w16cid:durableId="904339512">
    <w:abstractNumId w:val="2"/>
  </w:num>
  <w:num w:numId="4" w16cid:durableId="453644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44B"/>
    <w:rsid w:val="00045630"/>
    <w:rsid w:val="00062DCB"/>
    <w:rsid w:val="00064967"/>
    <w:rsid w:val="000C36ED"/>
    <w:rsid w:val="001350FE"/>
    <w:rsid w:val="001569A6"/>
    <w:rsid w:val="0019376A"/>
    <w:rsid w:val="001C1E67"/>
    <w:rsid w:val="003551A8"/>
    <w:rsid w:val="003B708E"/>
    <w:rsid w:val="003E2A7F"/>
    <w:rsid w:val="0041044B"/>
    <w:rsid w:val="00410FCA"/>
    <w:rsid w:val="004639C8"/>
    <w:rsid w:val="004F01A7"/>
    <w:rsid w:val="00520DBB"/>
    <w:rsid w:val="00531A0F"/>
    <w:rsid w:val="005409F9"/>
    <w:rsid w:val="0057034B"/>
    <w:rsid w:val="00573265"/>
    <w:rsid w:val="00591AD9"/>
    <w:rsid w:val="00597ED5"/>
    <w:rsid w:val="0062237C"/>
    <w:rsid w:val="00681500"/>
    <w:rsid w:val="006954E4"/>
    <w:rsid w:val="006A3FD1"/>
    <w:rsid w:val="006A5916"/>
    <w:rsid w:val="006B2C00"/>
    <w:rsid w:val="006B4A92"/>
    <w:rsid w:val="006B63C7"/>
    <w:rsid w:val="006D13C7"/>
    <w:rsid w:val="00710231"/>
    <w:rsid w:val="007352AD"/>
    <w:rsid w:val="00767994"/>
    <w:rsid w:val="007D55F5"/>
    <w:rsid w:val="007F6641"/>
    <w:rsid w:val="00801766"/>
    <w:rsid w:val="008140F5"/>
    <w:rsid w:val="00823082"/>
    <w:rsid w:val="00872522"/>
    <w:rsid w:val="008C4DD4"/>
    <w:rsid w:val="00910E20"/>
    <w:rsid w:val="00935D8D"/>
    <w:rsid w:val="00A26B5C"/>
    <w:rsid w:val="00AD0E9E"/>
    <w:rsid w:val="00AF254A"/>
    <w:rsid w:val="00B61F75"/>
    <w:rsid w:val="00BB1BF1"/>
    <w:rsid w:val="00BC35AE"/>
    <w:rsid w:val="00BD5176"/>
    <w:rsid w:val="00C642EB"/>
    <w:rsid w:val="00C74B0E"/>
    <w:rsid w:val="00CA0429"/>
    <w:rsid w:val="00CB698A"/>
    <w:rsid w:val="00D71034"/>
    <w:rsid w:val="00D94970"/>
    <w:rsid w:val="00D959C6"/>
    <w:rsid w:val="00DB6019"/>
    <w:rsid w:val="00DC10C4"/>
    <w:rsid w:val="00DF69B7"/>
    <w:rsid w:val="00E26F9F"/>
    <w:rsid w:val="00E7051B"/>
    <w:rsid w:val="00E96EC3"/>
    <w:rsid w:val="00EA2DA2"/>
    <w:rsid w:val="00F4193E"/>
    <w:rsid w:val="00F73767"/>
    <w:rsid w:val="00F77F0D"/>
    <w:rsid w:val="00FB18BC"/>
    <w:rsid w:val="00FC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6F2672"/>
  <w15:docId w15:val="{1EC20FD5-2CAB-4FF2-827E-0B282A77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20DB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table" w:styleId="TableGrid">
    <w:name w:val="Table Grid"/>
    <w:basedOn w:val="TableNormal"/>
    <w:uiPriority w:val="59"/>
    <w:rsid w:val="00E96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6A59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A5916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rsid w:val="006A5916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rsid w:val="006A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A59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91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5916"/>
    <w:rPr>
      <w:b/>
      <w:bCs/>
      <w:lang w:eastAsia="en-US"/>
    </w:rPr>
  </w:style>
  <w:style w:type="paragraph" w:customStyle="1" w:styleId="Pealkiri11">
    <w:name w:val="Pealkiri 11"/>
    <w:basedOn w:val="Normal"/>
    <w:rsid w:val="008140F5"/>
    <w:pPr>
      <w:numPr>
        <w:numId w:val="3"/>
      </w:numPr>
    </w:pPr>
  </w:style>
  <w:style w:type="paragraph" w:customStyle="1" w:styleId="Pealkiri21">
    <w:name w:val="Pealkiri 21"/>
    <w:basedOn w:val="Normal"/>
    <w:rsid w:val="008140F5"/>
    <w:pPr>
      <w:numPr>
        <w:ilvl w:val="1"/>
        <w:numId w:val="3"/>
      </w:numPr>
    </w:pPr>
  </w:style>
  <w:style w:type="paragraph" w:customStyle="1" w:styleId="Pealkiri31">
    <w:name w:val="Pealkiri 31"/>
    <w:basedOn w:val="Normal"/>
    <w:rsid w:val="008140F5"/>
    <w:pPr>
      <w:numPr>
        <w:ilvl w:val="2"/>
        <w:numId w:val="3"/>
      </w:numPr>
    </w:pPr>
  </w:style>
  <w:style w:type="paragraph" w:customStyle="1" w:styleId="Pealkiri41">
    <w:name w:val="Pealkiri 41"/>
    <w:basedOn w:val="Normal"/>
    <w:rsid w:val="008140F5"/>
    <w:pPr>
      <w:numPr>
        <w:ilvl w:val="3"/>
        <w:numId w:val="3"/>
      </w:numPr>
    </w:pPr>
  </w:style>
  <w:style w:type="paragraph" w:customStyle="1" w:styleId="Pealkiri51">
    <w:name w:val="Pealkiri 51"/>
    <w:basedOn w:val="Normal"/>
    <w:rsid w:val="008140F5"/>
    <w:pPr>
      <w:numPr>
        <w:ilvl w:val="4"/>
        <w:numId w:val="3"/>
      </w:numPr>
    </w:pPr>
  </w:style>
  <w:style w:type="paragraph" w:customStyle="1" w:styleId="Pealkiri61">
    <w:name w:val="Pealkiri 61"/>
    <w:basedOn w:val="Normal"/>
    <w:rsid w:val="008140F5"/>
    <w:pPr>
      <w:numPr>
        <w:ilvl w:val="5"/>
        <w:numId w:val="3"/>
      </w:numPr>
    </w:pPr>
  </w:style>
  <w:style w:type="paragraph" w:customStyle="1" w:styleId="Pealkiri71">
    <w:name w:val="Pealkiri 71"/>
    <w:basedOn w:val="Normal"/>
    <w:rsid w:val="008140F5"/>
    <w:pPr>
      <w:numPr>
        <w:ilvl w:val="6"/>
        <w:numId w:val="3"/>
      </w:numPr>
    </w:pPr>
  </w:style>
  <w:style w:type="paragraph" w:customStyle="1" w:styleId="Pealkiri81">
    <w:name w:val="Pealkiri 81"/>
    <w:basedOn w:val="Normal"/>
    <w:rsid w:val="008140F5"/>
    <w:pPr>
      <w:numPr>
        <w:ilvl w:val="7"/>
        <w:numId w:val="3"/>
      </w:numPr>
    </w:pPr>
  </w:style>
  <w:style w:type="paragraph" w:customStyle="1" w:styleId="Pealkiri91">
    <w:name w:val="Pealkiri 91"/>
    <w:basedOn w:val="Normal"/>
    <w:rsid w:val="008140F5"/>
    <w:pPr>
      <w:numPr>
        <w:ilvl w:val="8"/>
        <w:numId w:val="3"/>
      </w:numPr>
    </w:pPr>
  </w:style>
  <w:style w:type="paragraph" w:styleId="ListParagraph">
    <w:name w:val="List Paragraph"/>
    <w:basedOn w:val="Normal"/>
    <w:uiPriority w:val="34"/>
    <w:qFormat/>
    <w:rsid w:val="008140F5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61F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61F7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B61F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61F7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0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Downloads\lepingu%20muutmine%20kokkulepe%20(8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AC7C980E0154DA1805F5DE489EAA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D6565-A7BE-4184-AE4D-7FBA40B8BDB7}"/>
      </w:docPartPr>
      <w:docPartBody>
        <w:p w:rsidR="00BE61C8" w:rsidRDefault="00BE61C8">
          <w:pPr>
            <w:pStyle w:val="3AC7C980E0154DA1805F5DE489EAAA3B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E16C4541FB9C4C5FA7B7C1F03E47E1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BF3DC-D578-44B0-9ED2-F4B5F9E9A48C}"/>
      </w:docPartPr>
      <w:docPartBody>
        <w:p w:rsidR="00BE61C8" w:rsidRDefault="00BE61C8">
          <w:pPr>
            <w:pStyle w:val="E16C4541FB9C4C5FA7B7C1F03E47E1F0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185E04FF759C4CD0B8A36878B3B16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EFCB9-05E6-4B4E-B83D-2BCDC4AA8FE5}"/>
      </w:docPartPr>
      <w:docPartBody>
        <w:p w:rsidR="00BE61C8" w:rsidRDefault="00BE61C8">
          <w:pPr>
            <w:pStyle w:val="185E04FF759C4CD0B8A36878B3B16CBC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FA43B7CDA494CD98FEE50263E3CB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D6377-9621-4504-9EC4-5ECF413E1FA1}"/>
      </w:docPartPr>
      <w:docPartBody>
        <w:p w:rsidR="00BE61C8" w:rsidRDefault="00BE61C8">
          <w:pPr>
            <w:pStyle w:val="7FA43B7CDA494CD98FEE50263E3CB0C4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CD444CF78EA041739420AFF377B6A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2F83E-1469-411A-905D-6EA74DB4791B}"/>
      </w:docPartPr>
      <w:docPartBody>
        <w:p w:rsidR="00BE61C8" w:rsidRDefault="00BE61C8">
          <w:pPr>
            <w:pStyle w:val="CD444CF78EA041739420AFF377B6A73D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5FABE5F4A7AD4EB0B3A91CAFA5558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B1887-6DDF-4C40-907B-330F444C9F97}"/>
      </w:docPartPr>
      <w:docPartBody>
        <w:p w:rsidR="007850B6" w:rsidRDefault="007850B6" w:rsidP="007850B6">
          <w:pPr>
            <w:pStyle w:val="5FABE5F4A7AD4EB0B3A91CAFA55587A7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ADBF2DFA460D46E68FA5CD97D5432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199DC-2BC0-4D9A-95FD-41D06EFC8531}"/>
      </w:docPartPr>
      <w:docPartBody>
        <w:p w:rsidR="007850B6" w:rsidRDefault="007850B6" w:rsidP="007850B6">
          <w:pPr>
            <w:pStyle w:val="ADBF2DFA460D46E68FA5CD97D54327FD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1C8"/>
    <w:rsid w:val="00045630"/>
    <w:rsid w:val="000E7217"/>
    <w:rsid w:val="004F01A7"/>
    <w:rsid w:val="007850B6"/>
    <w:rsid w:val="00BE61C8"/>
    <w:rsid w:val="00CA0429"/>
    <w:rsid w:val="00F7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50B6"/>
    <w:rPr>
      <w:color w:val="808080"/>
    </w:rPr>
  </w:style>
  <w:style w:type="paragraph" w:customStyle="1" w:styleId="3AC7C980E0154DA1805F5DE489EAAA3B">
    <w:name w:val="3AC7C980E0154DA1805F5DE489EAAA3B"/>
  </w:style>
  <w:style w:type="paragraph" w:customStyle="1" w:styleId="E16C4541FB9C4C5FA7B7C1F03E47E1F0">
    <w:name w:val="E16C4541FB9C4C5FA7B7C1F03E47E1F0"/>
  </w:style>
  <w:style w:type="paragraph" w:customStyle="1" w:styleId="185E04FF759C4CD0B8A36878B3B16CBC">
    <w:name w:val="185E04FF759C4CD0B8A36878B3B16CBC"/>
  </w:style>
  <w:style w:type="paragraph" w:customStyle="1" w:styleId="7FA43B7CDA494CD98FEE50263E3CB0C4">
    <w:name w:val="7FA43B7CDA494CD98FEE50263E3CB0C4"/>
  </w:style>
  <w:style w:type="paragraph" w:customStyle="1" w:styleId="CD444CF78EA041739420AFF377B6A73D">
    <w:name w:val="CD444CF78EA041739420AFF377B6A73D"/>
  </w:style>
  <w:style w:type="paragraph" w:customStyle="1" w:styleId="5FABE5F4A7AD4EB0B3A91CAFA55587A7">
    <w:name w:val="5FABE5F4A7AD4EB0B3A91CAFA55587A7"/>
    <w:rsid w:val="007850B6"/>
  </w:style>
  <w:style w:type="paragraph" w:customStyle="1" w:styleId="ADBF2DFA460D46E68FA5CD97D54327FD">
    <w:name w:val="ADBF2DFA460D46E68FA5CD97D54327FD"/>
    <w:rsid w:val="007850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lepingu muutmine kokkulepe (8).dotx</Template>
  <TotalTime>5</TotalTime>
  <Pages>1</Pages>
  <Words>123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Riigimetsa  Majandamise Keskus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Rebane</dc:creator>
  <cp:lastModifiedBy>Liina Karrofeldt</cp:lastModifiedBy>
  <cp:revision>9</cp:revision>
  <cp:lastPrinted>1900-12-31T22:00:00Z</cp:lastPrinted>
  <dcterms:created xsi:type="dcterms:W3CDTF">2025-01-16T14:08:00Z</dcterms:created>
  <dcterms:modified xsi:type="dcterms:W3CDTF">2025-01-16T14:23:00Z</dcterms:modified>
</cp:coreProperties>
</file>